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FE7806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967DEB">
                                  <w:t>Homework #40</w:t>
                                </w:r>
                                <w:r w:rsidR="001E78D4">
                                  <w:t xml:space="preserve"> (Form A)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967DEB">
                            <w:t>Homework #40</w:t>
                          </w:r>
                          <w:r w:rsidR="001E78D4">
                            <w:t xml:space="preserve"> (Form A)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Z/sIA&#10;AADaAAAADwAAAGRycy9kb3ducmV2LnhtbESPQWvCQBSE7wX/w/KEXkrdKLbWNKuIUOo1sYjHR/Y1&#10;Cdl9G7Ibjf/eLQg9DjPzDZNtR2vEhXrfOFYwnyUgiEunG64U/By/Xj9A+ICs0TgmBTfysN1MnjJM&#10;tbtyTpciVCJC2KeooA6hS6X0ZU0W/cx1xNH7db3FEGVfSd3jNcKtkYskeZcWG44LNXa0r6lsi8Eq&#10;kKfhPOTLZWuK8JKvz2b9/dZppZ6n4+4TRKAx/Icf7YNWsIK/K/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tn+wgAAANoAAAAPAAAAAAAAAAAAAAAAAJgCAABkcnMvZG93&#10;bnJldi54bWxQSwUGAAAAAAQABAD1AAAAhwMAAAAA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6d4C/AAAA2gAAAA8AAABkcnMvZG93bnJldi54bWxET0tuwjAQ3VfiDtYgsSt2AaE2YBCiqsKy&#10;DT3AKJ7GofE4xM6nt68Xlbp8ev/9cXKNGKgLtWcNT0sFgrj0puZKw+f17fEZRIjIBhvPpOGHAhwP&#10;s4c9ZsaP/EFDESuRQjhkqMHG2GZShtKSw7D0LXHivnznMCbYVdJ0OKZw18iVUlvpsObUYLGls6Xy&#10;u+idhqE3L4psv75tXt17nm83xV1dtF7Mp9MORKQp/ov/3BejIW1NV9INkId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+neAvwAAANoAAAAPAAAAAAAAAAAAAAAAAJ8CAABk&#10;cnMvZG93bnJldi54bWxQSwUGAAAAAAQABAD3AAAAiw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967DEB" w:rsidRDefault="001E78D4" w:rsidP="00967DE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42134C" wp14:editId="2BEB25CC">
            <wp:simplePos x="0" y="0"/>
            <wp:positionH relativeFrom="margin">
              <wp:align>center</wp:align>
            </wp:positionH>
            <wp:positionV relativeFrom="paragraph">
              <wp:posOffset>96520</wp:posOffset>
            </wp:positionV>
            <wp:extent cx="5438775" cy="349504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49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7DEB">
        <w:br/>
      </w:r>
    </w:p>
    <w:p w:rsidR="00967DEB" w:rsidRDefault="001E78D4" w:rsidP="00967DE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7245AD" wp14:editId="41E7DA76">
                <wp:simplePos x="0" y="0"/>
                <wp:positionH relativeFrom="page">
                  <wp:posOffset>6105525</wp:posOffset>
                </wp:positionH>
                <wp:positionV relativeFrom="paragraph">
                  <wp:posOffset>95250</wp:posOffset>
                </wp:positionV>
                <wp:extent cx="1600200" cy="2571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8D4" w:rsidRDefault="001E78D4">
                            <w:r>
                              <w:t>(</w:t>
                            </w:r>
                            <w:proofErr w:type="gramStart"/>
                            <w:r>
                              <w:t>add</w:t>
                            </w:r>
                            <w:proofErr w:type="gramEnd"/>
                            <w:r>
                              <w:t xml:space="preserve"> up to 90 degrees)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245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480.75pt;margin-top:7.5pt;width:126pt;height:2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" stroked="f">
                <v:textbox>
                  <w:txbxContent>
                    <w:p w:rsidR="001E78D4" w:rsidRDefault="001E78D4">
                      <w:r>
                        <w:t>(</w:t>
                      </w:r>
                      <w:proofErr w:type="gramStart"/>
                      <w:r>
                        <w:t>add</w:t>
                      </w:r>
                      <w:proofErr w:type="gramEnd"/>
                      <w:r>
                        <w:t xml:space="preserve"> up to 90 degrees)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1E78D4" w:rsidP="00967DE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9E29A32" wp14:editId="65425949">
                <wp:simplePos x="0" y="0"/>
                <wp:positionH relativeFrom="page">
                  <wp:posOffset>6057900</wp:posOffset>
                </wp:positionH>
                <wp:positionV relativeFrom="paragraph">
                  <wp:posOffset>76835</wp:posOffset>
                </wp:positionV>
                <wp:extent cx="1628775" cy="257175"/>
                <wp:effectExtent l="0" t="0" r="9525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8D4" w:rsidRDefault="001E78D4" w:rsidP="001E78D4">
                            <w:r>
                              <w:t>(</w:t>
                            </w:r>
                            <w:proofErr w:type="gramStart"/>
                            <w:r>
                              <w:t>add</w:t>
                            </w:r>
                            <w:proofErr w:type="gramEnd"/>
                            <w:r>
                              <w:t xml:space="preserve"> up to 18</w:t>
                            </w:r>
                            <w:r>
                              <w:t>0 degrees)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29A32" id="_x0000_s1032" type="#_x0000_t202" style="position:absolute;margin-left:477pt;margin-top:6.05pt;width:128.25pt;height:2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" stroked="f">
                <v:textbox>
                  <w:txbxContent>
                    <w:p w:rsidR="001E78D4" w:rsidRDefault="001E78D4" w:rsidP="001E78D4">
                      <w:r>
                        <w:t>(</w:t>
                      </w:r>
                      <w:proofErr w:type="gramStart"/>
                      <w:r>
                        <w:t>add</w:t>
                      </w:r>
                      <w:proofErr w:type="gramEnd"/>
                      <w:r>
                        <w:t xml:space="preserve"> up to 18</w:t>
                      </w:r>
                      <w:r>
                        <w:t>0 degrees)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/>
    <w:p w:rsidR="00967DEB" w:rsidRDefault="00967DEB" w:rsidP="00967DEB">
      <w:r>
        <w:br/>
      </w:r>
      <w:r>
        <w:br/>
      </w:r>
      <w:r>
        <w:br/>
      </w:r>
      <w:r>
        <w:br/>
      </w:r>
    </w:p>
    <w:p w:rsidR="00967DEB" w:rsidRDefault="00967DEB" w:rsidP="00967DEB"/>
    <w:p w:rsidR="00967DEB" w:rsidRDefault="00967DEB" w:rsidP="00967DE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96020F" wp14:editId="55D9C3A1">
            <wp:simplePos x="0" y="0"/>
            <wp:positionH relativeFrom="column">
              <wp:posOffset>618490</wp:posOffset>
            </wp:positionH>
            <wp:positionV relativeFrom="paragraph">
              <wp:posOffset>73660</wp:posOffset>
            </wp:positionV>
            <wp:extent cx="5667375" cy="349948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9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</w:p>
    <w:p w:rsidR="004A1C66" w:rsidRDefault="004A1C66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967DEB" w:rsidRDefault="00967DEB"/>
    <w:p w:rsidR="003C0478" w:rsidRDefault="003C0478"/>
    <w:p w:rsidR="003C0478" w:rsidRDefault="001E78D4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2EF461A" wp14:editId="3060F8FC">
                <wp:simplePos x="0" y="0"/>
                <wp:positionH relativeFrom="page">
                  <wp:posOffset>638175</wp:posOffset>
                </wp:positionH>
                <wp:positionV relativeFrom="paragraph">
                  <wp:posOffset>971550</wp:posOffset>
                </wp:positionV>
                <wp:extent cx="1600200" cy="238125"/>
                <wp:effectExtent l="0" t="0" r="0" b="952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8D4" w:rsidRDefault="001E78D4" w:rsidP="001E78D4">
                            <w:r>
                              <w:t>(</w:t>
                            </w:r>
                            <w:proofErr w:type="gramStart"/>
                            <w:r>
                              <w:t>add</w:t>
                            </w:r>
                            <w:proofErr w:type="gramEnd"/>
                            <w:r>
                              <w:t xml:space="preserve"> up to 90 degrees)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F461A" id="_x0000_s1033" type="#_x0000_t202" style="position:absolute;margin-left:50.25pt;margin-top:76.5pt;width:126pt;height:18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" stroked="f">
                <v:textbox>
                  <w:txbxContent>
                    <w:p w:rsidR="001E78D4" w:rsidRDefault="001E78D4" w:rsidP="001E78D4">
                      <w:r>
                        <w:t>(</w:t>
                      </w:r>
                      <w:proofErr w:type="gramStart"/>
                      <w:r>
                        <w:t>add</w:t>
                      </w:r>
                      <w:proofErr w:type="gramEnd"/>
                      <w:r>
                        <w:t xml:space="preserve"> up to 90 degrees)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DC5A046" wp14:editId="21A28FB3">
                <wp:simplePos x="0" y="0"/>
                <wp:positionH relativeFrom="page">
                  <wp:posOffset>4552950</wp:posOffset>
                </wp:positionH>
                <wp:positionV relativeFrom="paragraph">
                  <wp:posOffset>962025</wp:posOffset>
                </wp:positionV>
                <wp:extent cx="1628775" cy="247650"/>
                <wp:effectExtent l="0" t="0" r="9525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8D4" w:rsidRDefault="001E78D4" w:rsidP="001E78D4">
                            <w:bookmarkStart w:id="0" w:name="_GoBack"/>
                            <w:r>
                              <w:t>(</w:t>
                            </w:r>
                            <w:proofErr w:type="gramStart"/>
                            <w:r>
                              <w:t>add</w:t>
                            </w:r>
                            <w:proofErr w:type="gramEnd"/>
                            <w:r>
                              <w:t xml:space="preserve"> up to 180 degrees)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5A046" id="_x0000_s1034" type="#_x0000_t202" style="position:absolute;margin-left:358.5pt;margin-top:75.75pt;width:128.25pt;height:19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" stroked="f">
                <v:textbox>
                  <w:txbxContent>
                    <w:p w:rsidR="001E78D4" w:rsidRDefault="001E78D4" w:rsidP="001E78D4">
                      <w:bookmarkStart w:id="1" w:name="_GoBack"/>
                      <w:r>
                        <w:t>(</w:t>
                      </w:r>
                      <w:proofErr w:type="gramStart"/>
                      <w:r>
                        <w:t>add</w:t>
                      </w:r>
                      <w:proofErr w:type="gramEnd"/>
                      <w:r>
                        <w:t xml:space="preserve"> up to 180 degrees)</w:t>
                      </w:r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0CA8ED" wp14:editId="03B97BE5">
                <wp:simplePos x="0" y="0"/>
                <wp:positionH relativeFrom="page">
                  <wp:posOffset>6124575</wp:posOffset>
                </wp:positionH>
                <wp:positionV relativeFrom="paragraph">
                  <wp:posOffset>733425</wp:posOffset>
                </wp:positionV>
                <wp:extent cx="1000125" cy="257175"/>
                <wp:effectExtent l="0" t="0" r="9525" b="952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8D4" w:rsidRDefault="001E78D4" w:rsidP="001E78D4">
                            <w:r>
                              <w:t>56</w:t>
                            </w:r>
                            <w:r>
                              <w:t xml:space="preserve"> degrees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CA8ED" id="_x0000_s1035" type="#_x0000_t202" style="position:absolute;margin-left:482.25pt;margin-top:57.75pt;width:78.75pt;height:2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" stroked="f">
                <v:textbox>
                  <w:txbxContent>
                    <w:p w:rsidR="001E78D4" w:rsidRDefault="001E78D4" w:rsidP="001E78D4">
                      <w:r>
                        <w:t>56</w:t>
                      </w:r>
                      <w:r>
                        <w:t xml:space="preserve"> degrees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D411C81" wp14:editId="25EF6319">
                <wp:simplePos x="0" y="0"/>
                <wp:positionH relativeFrom="page">
                  <wp:posOffset>2247900</wp:posOffset>
                </wp:positionH>
                <wp:positionV relativeFrom="paragraph">
                  <wp:posOffset>695325</wp:posOffset>
                </wp:positionV>
                <wp:extent cx="1000125" cy="25717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8D4" w:rsidRDefault="001E78D4" w:rsidP="001E78D4">
                            <w:r>
                              <w:t>27 degrees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11C81" id="_x0000_s1036" type="#_x0000_t202" style="position:absolute;margin-left:177pt;margin-top:54.75pt;width:78.75pt;height:2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" stroked="f">
                <v:textbox>
                  <w:txbxContent>
                    <w:p w:rsidR="001E78D4" w:rsidRDefault="001E78D4" w:rsidP="001E78D4">
                      <w:r>
                        <w:t>27 degrees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C0478">
        <w:rPr>
          <w:noProof/>
        </w:rPr>
        <w:drawing>
          <wp:anchor distT="0" distB="0" distL="114300" distR="114300" simplePos="0" relativeHeight="251662336" behindDoc="0" locked="0" layoutInCell="1" allowOverlap="1" wp14:anchorId="1DFE2B83" wp14:editId="3AD81290">
            <wp:simplePos x="0" y="0"/>
            <wp:positionH relativeFrom="margin">
              <wp:posOffset>-85725</wp:posOffset>
            </wp:positionH>
            <wp:positionV relativeFrom="paragraph">
              <wp:posOffset>4562475</wp:posOffset>
            </wp:positionV>
            <wp:extent cx="6781800" cy="42672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0478">
        <w:rPr>
          <w:noProof/>
        </w:rPr>
        <w:drawing>
          <wp:anchor distT="0" distB="0" distL="114300" distR="114300" simplePos="0" relativeHeight="251661312" behindDoc="0" locked="0" layoutInCell="1" allowOverlap="1" wp14:anchorId="3DA7C3AA" wp14:editId="680A2CC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81800" cy="45339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C0478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A68" w:rsidRDefault="00FE0A68" w:rsidP="004A1C66">
      <w:r>
        <w:separator/>
      </w:r>
    </w:p>
  </w:endnote>
  <w:endnote w:type="continuationSeparator" w:id="0">
    <w:p w:rsidR="00FE0A68" w:rsidRDefault="00FE0A68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A68" w:rsidRDefault="00FE0A68" w:rsidP="004A1C66">
      <w:r>
        <w:separator/>
      </w:r>
    </w:p>
  </w:footnote>
  <w:footnote w:type="continuationSeparator" w:id="0">
    <w:p w:rsidR="00FE0A68" w:rsidRDefault="00FE0A68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8E0EAF"/>
    <w:multiLevelType w:val="hybridMultilevel"/>
    <w:tmpl w:val="1C5AF838"/>
    <w:lvl w:ilvl="0" w:tplc="475862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DEB"/>
    <w:rsid w:val="000248E2"/>
    <w:rsid w:val="001B0A83"/>
    <w:rsid w:val="001E78D4"/>
    <w:rsid w:val="00242D79"/>
    <w:rsid w:val="003B785F"/>
    <w:rsid w:val="003C0478"/>
    <w:rsid w:val="004A1C66"/>
    <w:rsid w:val="004D05E9"/>
    <w:rsid w:val="0065474E"/>
    <w:rsid w:val="00674044"/>
    <w:rsid w:val="006F5A5F"/>
    <w:rsid w:val="00773176"/>
    <w:rsid w:val="00823BB8"/>
    <w:rsid w:val="00846041"/>
    <w:rsid w:val="008D1D28"/>
    <w:rsid w:val="00967DEB"/>
    <w:rsid w:val="00B53200"/>
    <w:rsid w:val="00CE4705"/>
    <w:rsid w:val="00D006CF"/>
    <w:rsid w:val="00D27131"/>
    <w:rsid w:val="00DD6332"/>
    <w:rsid w:val="00ED05F2"/>
    <w:rsid w:val="00FE0A68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195137-A7FE-4354-BEA2-32A306A1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7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0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Bielmeier, Sean</dc:creator>
  <cp:keywords/>
  <dc:description/>
  <cp:lastModifiedBy>Bielmeier, Sean</cp:lastModifiedBy>
  <cp:revision>2</cp:revision>
  <cp:lastPrinted>2014-10-20T11:41:00Z</cp:lastPrinted>
  <dcterms:created xsi:type="dcterms:W3CDTF">2014-10-20T12:30:00Z</dcterms:created>
  <dcterms:modified xsi:type="dcterms:W3CDTF">2014-10-20T12:30:00Z</dcterms:modified>
</cp:coreProperties>
</file>